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93" w:rsidRPr="00936747" w:rsidRDefault="00767893" w:rsidP="00C65992">
      <w:pPr>
        <w:pStyle w:val="Default"/>
        <w:rPr>
          <w:b/>
        </w:rPr>
      </w:pPr>
      <w:r w:rsidRPr="00936747">
        <w:rPr>
          <w:b/>
        </w:rPr>
        <w:t xml:space="preserve">Lisa 5 </w:t>
      </w:r>
    </w:p>
    <w:p w:rsidR="00767893" w:rsidRPr="00936747" w:rsidRDefault="00767893" w:rsidP="00C65992">
      <w:pPr>
        <w:pStyle w:val="NoSpacing"/>
        <w:contextualSpacing/>
        <w:jc w:val="right"/>
        <w:rPr>
          <w:rFonts w:ascii="Times New Roman" w:hAnsi="Times New Roman"/>
          <w:sz w:val="24"/>
          <w:szCs w:val="24"/>
        </w:rPr>
      </w:pPr>
    </w:p>
    <w:p w:rsidR="00767893" w:rsidRPr="00936747" w:rsidRDefault="00767893" w:rsidP="00C65992">
      <w:pPr>
        <w:pStyle w:val="Header"/>
        <w:contextualSpacing/>
        <w:rPr>
          <w:rFonts w:cs="Times New Roman"/>
          <w:szCs w:val="24"/>
        </w:rPr>
      </w:pPr>
    </w:p>
    <w:p w:rsidR="00767893" w:rsidRPr="00936747" w:rsidRDefault="00767893" w:rsidP="00C65992">
      <w:pPr>
        <w:pStyle w:val="NoSpacing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36747">
        <w:rPr>
          <w:rFonts w:ascii="Times New Roman" w:hAnsi="Times New Roman"/>
          <w:b/>
          <w:sz w:val="24"/>
          <w:szCs w:val="24"/>
        </w:rPr>
        <w:t>Toetuse kasutamise tegevusaruanne</w:t>
      </w:r>
    </w:p>
    <w:p w:rsidR="00767893" w:rsidRPr="00936747" w:rsidRDefault="00767893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</w:p>
    <w:p w:rsidR="00767893" w:rsidRDefault="00767893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</w:p>
    <w:p w:rsidR="00767893" w:rsidRPr="00936747" w:rsidRDefault="00767893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  <w:r w:rsidRPr="00936747">
        <w:rPr>
          <w:rFonts w:ascii="Times New Roman" w:hAnsi="Times New Roman"/>
          <w:sz w:val="24"/>
          <w:szCs w:val="24"/>
        </w:rPr>
        <w:t xml:space="preserve">Lepingu nr: </w:t>
      </w:r>
      <w:r w:rsidRPr="00936747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>,</w:t>
      </w:r>
      <w:r w:rsidRPr="00936747">
        <w:rPr>
          <w:rFonts w:ascii="Times New Roman" w:hAnsi="Times New Roman"/>
          <w:b/>
          <w:sz w:val="24"/>
          <w:szCs w:val="24"/>
        </w:rPr>
        <w:t xml:space="preserve"> 16.03.2023</w:t>
      </w:r>
    </w:p>
    <w:p w:rsidR="00767893" w:rsidRPr="00936747" w:rsidRDefault="00767893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  <w:r w:rsidRPr="00936747">
        <w:rPr>
          <w:rFonts w:ascii="Times New Roman" w:hAnsi="Times New Roman"/>
          <w:sz w:val="24"/>
          <w:szCs w:val="24"/>
        </w:rPr>
        <w:t xml:space="preserve">Aruande esitaja: </w:t>
      </w:r>
      <w:r w:rsidRPr="00936747">
        <w:rPr>
          <w:rFonts w:ascii="Times New Roman" w:hAnsi="Times New Roman"/>
          <w:b/>
          <w:sz w:val="24"/>
          <w:szCs w:val="24"/>
        </w:rPr>
        <w:t>Eve Pärnaste</w:t>
      </w:r>
    </w:p>
    <w:p w:rsidR="00767893" w:rsidRPr="00936747" w:rsidRDefault="00767893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  <w:r w:rsidRPr="00936747">
        <w:rPr>
          <w:rFonts w:ascii="Times New Roman" w:hAnsi="Times New Roman"/>
          <w:sz w:val="24"/>
          <w:szCs w:val="24"/>
        </w:rPr>
        <w:t xml:space="preserve">Toetuse kasutamise periood:  </w:t>
      </w:r>
      <w:r w:rsidRPr="00936747">
        <w:rPr>
          <w:rFonts w:ascii="Times New Roman" w:hAnsi="Times New Roman"/>
          <w:b/>
          <w:sz w:val="24"/>
          <w:szCs w:val="24"/>
        </w:rPr>
        <w:t>21.04.2023 – 31.12.2023</w:t>
      </w:r>
    </w:p>
    <w:p w:rsidR="00767893" w:rsidRPr="00936747" w:rsidRDefault="00767893" w:rsidP="00C65992">
      <w:pPr>
        <w:pStyle w:val="NoSpacing"/>
        <w:contextualSpacing/>
        <w:rPr>
          <w:rFonts w:ascii="Times New Roman" w:hAnsi="Times New Roman"/>
          <w:b/>
          <w:sz w:val="24"/>
          <w:szCs w:val="24"/>
        </w:rPr>
      </w:pPr>
    </w:p>
    <w:p w:rsidR="00767893" w:rsidRPr="00936747" w:rsidRDefault="00767893" w:rsidP="00C65992">
      <w:pPr>
        <w:pStyle w:val="NoSpacing"/>
        <w:contextualSpacing/>
        <w:rPr>
          <w:rFonts w:ascii="Times New Roman" w:hAnsi="Times New Roman"/>
          <w:b/>
          <w:sz w:val="24"/>
          <w:szCs w:val="24"/>
        </w:rPr>
      </w:pPr>
    </w:p>
    <w:p w:rsidR="00767893" w:rsidRPr="00936747" w:rsidRDefault="00767893" w:rsidP="00C65992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</w:p>
    <w:p w:rsidR="00767893" w:rsidRDefault="00767893" w:rsidP="00C65992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  <w:r w:rsidRPr="00936747">
        <w:rPr>
          <w:rFonts w:cs="Times New Roman"/>
          <w:b/>
          <w:sz w:val="28"/>
          <w:szCs w:val="28"/>
        </w:rPr>
        <w:t>1.</w:t>
      </w:r>
      <w:r w:rsidRPr="00936747">
        <w:rPr>
          <w:rFonts w:cs="Times New Roman"/>
          <w:szCs w:val="24"/>
        </w:rPr>
        <w:t xml:space="preserve"> </w:t>
      </w:r>
      <w:r w:rsidRPr="00D659FA">
        <w:rPr>
          <w:rFonts w:cs="Times New Roman"/>
          <w:b/>
          <w:szCs w:val="24"/>
        </w:rPr>
        <w:t>Läbiviidud tegevuste kirjeldus (toimumise aeg, kulg, osalejad, olulisemad tähelepanekud, jms)</w:t>
      </w:r>
    </w:p>
    <w:p w:rsidR="00767893" w:rsidRPr="00936747" w:rsidRDefault="00767893" w:rsidP="00C65992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Mälestuste kogumine ja kahe autori poolt kahe raamatu koostamine. Kolmandalt autorilt varem ilmunud mälestusteraamatu põhjal e-raamatu koostamine.</w:t>
      </w:r>
    </w:p>
    <w:p w:rsidR="00767893" w:rsidRPr="00936747" w:rsidRDefault="00767893" w:rsidP="00C65992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</w:p>
    <w:p w:rsidR="00767893" w:rsidRDefault="00767893" w:rsidP="00C65992">
      <w:pPr>
        <w:pStyle w:val="Header"/>
        <w:contextualSpacing/>
        <w:rPr>
          <w:rFonts w:cs="Times New Roman"/>
          <w:szCs w:val="24"/>
        </w:rPr>
      </w:pPr>
      <w:r w:rsidRPr="00936747">
        <w:rPr>
          <w:rFonts w:cs="Times New Roman"/>
          <w:b/>
          <w:sz w:val="28"/>
          <w:szCs w:val="28"/>
        </w:rPr>
        <w:t>2.</w:t>
      </w:r>
      <w:r w:rsidRPr="00936747">
        <w:rPr>
          <w:rFonts w:cs="Times New Roman"/>
          <w:szCs w:val="24"/>
        </w:rPr>
        <w:t xml:space="preserve"> </w:t>
      </w:r>
      <w:r w:rsidRPr="00D659FA">
        <w:rPr>
          <w:rFonts w:cs="Times New Roman"/>
          <w:b/>
          <w:szCs w:val="24"/>
        </w:rPr>
        <w:t>Tegevuste olulisemad tulemused</w:t>
      </w:r>
      <w:r w:rsidRPr="00936747">
        <w:rPr>
          <w:rFonts w:cs="Times New Roman"/>
          <w:szCs w:val="24"/>
        </w:rPr>
        <w:t xml:space="preserve"> </w:t>
      </w:r>
    </w:p>
    <w:p w:rsidR="00767893" w:rsidRDefault="00767893" w:rsidP="00C65992">
      <w:pPr>
        <w:pStyle w:val="Header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Kahe trükki mineva raamatu koostamine ja ühe e-raamatu koostamine on pooleli, need raamatud ilmuvad 2024. aastal.</w:t>
      </w:r>
    </w:p>
    <w:p w:rsidR="00767893" w:rsidRDefault="00767893" w:rsidP="00C65992">
      <w:pPr>
        <w:pStyle w:val="Header"/>
        <w:contextualSpacing/>
        <w:rPr>
          <w:rFonts w:cs="Times New Roman"/>
          <w:b/>
          <w:szCs w:val="24"/>
        </w:rPr>
      </w:pPr>
    </w:p>
    <w:p w:rsidR="00767893" w:rsidRPr="00936747" w:rsidRDefault="00767893" w:rsidP="00C65992">
      <w:pPr>
        <w:pStyle w:val="Header"/>
        <w:contextualSpacing/>
        <w:rPr>
          <w:rFonts w:cs="Times New Roman"/>
          <w:szCs w:val="24"/>
        </w:rPr>
      </w:pPr>
      <w:r w:rsidRPr="00244433">
        <w:rPr>
          <w:rFonts w:cs="Times New Roman"/>
          <w:b/>
          <w:sz w:val="28"/>
          <w:szCs w:val="28"/>
        </w:rPr>
        <w:t>3.</w:t>
      </w:r>
      <w:r>
        <w:rPr>
          <w:rFonts w:cs="Times New Roman"/>
          <w:szCs w:val="24"/>
        </w:rPr>
        <w:t xml:space="preserve"> </w:t>
      </w:r>
      <w:r w:rsidRPr="00D659FA">
        <w:rPr>
          <w:rFonts w:cs="Times New Roman"/>
          <w:b/>
          <w:szCs w:val="24"/>
        </w:rPr>
        <w:t>Kas tegevuste läbiviimisel/tulemustes oli erinevusi/kõrvalekaldeid võrreldes kavandatuga (millest tulenevalt)?</w:t>
      </w:r>
    </w:p>
    <w:p w:rsidR="00767893" w:rsidRPr="00936747" w:rsidRDefault="00767893" w:rsidP="00C65992">
      <w:pPr>
        <w:pStyle w:val="Header"/>
        <w:contextualSpacing/>
        <w:rPr>
          <w:rFonts w:cs="Times New Roman"/>
          <w:szCs w:val="24"/>
        </w:rPr>
      </w:pPr>
      <w:r w:rsidRPr="00936747">
        <w:rPr>
          <w:rFonts w:cs="Times New Roman"/>
          <w:szCs w:val="24"/>
        </w:rPr>
        <w:t>Kõrvalekaldeid ei olnud.</w:t>
      </w:r>
    </w:p>
    <w:p w:rsidR="00767893" w:rsidRPr="00936747" w:rsidRDefault="00767893" w:rsidP="00C65992">
      <w:pPr>
        <w:spacing w:line="240" w:lineRule="auto"/>
      </w:pPr>
    </w:p>
    <w:p w:rsidR="00767893" w:rsidRPr="00936747" w:rsidRDefault="00767893" w:rsidP="00C65992">
      <w:pPr>
        <w:spacing w:line="240" w:lineRule="auto"/>
      </w:pPr>
    </w:p>
    <w:p w:rsidR="00767893" w:rsidRPr="00936747" w:rsidRDefault="00767893" w:rsidP="00C65992">
      <w:pPr>
        <w:spacing w:line="240" w:lineRule="auto"/>
        <w:contextualSpacing/>
      </w:pPr>
    </w:p>
    <w:p w:rsidR="00767893" w:rsidRPr="00936747" w:rsidRDefault="00767893" w:rsidP="00C65992">
      <w:pPr>
        <w:spacing w:line="240" w:lineRule="auto"/>
        <w:contextualSpacing/>
      </w:pPr>
      <w:r w:rsidRPr="00936747">
        <w:t xml:space="preserve">Aruande koostamise kuupäev: </w:t>
      </w:r>
      <w:r>
        <w:t>16. jaanuar 2024.</w:t>
      </w:r>
    </w:p>
    <w:p w:rsidR="00767893" w:rsidRPr="00936747" w:rsidRDefault="00767893" w:rsidP="00C65992">
      <w:pPr>
        <w:spacing w:line="240" w:lineRule="auto"/>
        <w:contextualSpacing/>
      </w:pPr>
    </w:p>
    <w:p w:rsidR="00767893" w:rsidRPr="00936747" w:rsidRDefault="00767893" w:rsidP="00C65992">
      <w:pPr>
        <w:spacing w:line="240" w:lineRule="auto"/>
        <w:contextualSpacing/>
      </w:pPr>
      <w:r w:rsidRPr="00936747">
        <w:t>Aruande koostanud:</w:t>
      </w:r>
      <w:bookmarkStart w:id="0" w:name="_GoBack"/>
      <w:bookmarkEnd w:id="0"/>
      <w:r>
        <w:t xml:space="preserve"> Eve Pärnaste, MTÜ Magna Memoria juhatuse liige</w:t>
      </w:r>
    </w:p>
    <w:p w:rsidR="00767893" w:rsidRPr="00936747" w:rsidRDefault="00767893" w:rsidP="00C65992"/>
    <w:p w:rsidR="00767893" w:rsidRPr="00936747" w:rsidRDefault="00767893" w:rsidP="00C65992"/>
    <w:p w:rsidR="00767893" w:rsidRPr="00936747" w:rsidRDefault="00767893">
      <w:r w:rsidRPr="00936747">
        <w:t>Allkirjastatud digitaalselt</w:t>
      </w:r>
    </w:p>
    <w:sectPr w:rsidR="00767893" w:rsidRPr="00936747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?Ø©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8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5992"/>
    <w:rsid w:val="00094008"/>
    <w:rsid w:val="00244433"/>
    <w:rsid w:val="003034D0"/>
    <w:rsid w:val="00375FEB"/>
    <w:rsid w:val="003A523F"/>
    <w:rsid w:val="005650F9"/>
    <w:rsid w:val="005763DF"/>
    <w:rsid w:val="006138EB"/>
    <w:rsid w:val="006619C7"/>
    <w:rsid w:val="00767893"/>
    <w:rsid w:val="00936747"/>
    <w:rsid w:val="00996E90"/>
    <w:rsid w:val="009F11CC"/>
    <w:rsid w:val="00B21418"/>
    <w:rsid w:val="00B86849"/>
    <w:rsid w:val="00C65992"/>
    <w:rsid w:val="00CF1947"/>
    <w:rsid w:val="00D659FA"/>
    <w:rsid w:val="00F00047"/>
    <w:rsid w:val="00F9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2"/>
    <w:pPr>
      <w:widowControl w:val="0"/>
      <w:suppressAutoHyphens/>
      <w:spacing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5992"/>
    <w:rPr>
      <w:rFonts w:ascii="Times New Roman" w:eastAsia="SimSun" w:hAnsi="Times New Roman" w:cs="Mangal"/>
      <w:kern w:val="1"/>
      <w:sz w:val="21"/>
      <w:szCs w:val="21"/>
      <w:lang w:eastAsia="zh-CN" w:bidi="hi-IN"/>
    </w:rPr>
  </w:style>
  <w:style w:type="paragraph" w:customStyle="1" w:styleId="Default">
    <w:name w:val="Default"/>
    <w:uiPriority w:val="99"/>
    <w:rsid w:val="00C659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Spacing">
    <w:name w:val="No Spacing"/>
    <w:uiPriority w:val="99"/>
    <w:qFormat/>
    <w:rsid w:val="00C65992"/>
    <w:rPr>
      <w:rFonts w:eastAsia="Times New Roman"/>
      <w:lang w:eastAsia="en-US"/>
    </w:rPr>
  </w:style>
  <w:style w:type="paragraph" w:customStyle="1" w:styleId="Caption1">
    <w:name w:val="Caption1"/>
    <w:basedOn w:val="Normal"/>
    <w:next w:val="Normal"/>
    <w:uiPriority w:val="99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C65992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C65992"/>
    <w:rPr>
      <w:rFonts w:cs="Times New Roman"/>
      <w:color w:val="808080"/>
    </w:rPr>
  </w:style>
  <w:style w:type="character" w:styleId="CommentReference">
    <w:name w:val="annotation reference"/>
    <w:basedOn w:val="DefaultParagraphFont"/>
    <w:uiPriority w:val="99"/>
    <w:semiHidden/>
    <w:rsid w:val="00C6599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65992"/>
    <w:rPr>
      <w:rFonts w:ascii="Times New Roman" w:eastAsia="SimSun" w:hAnsi="Times New Roman" w:cs="Mangal"/>
      <w:kern w:val="1"/>
      <w:sz w:val="18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5992"/>
    <w:rPr>
      <w:rFonts w:ascii="Segoe UI" w:eastAsia="SimSun" w:hAnsi="Segoe UI" w:cs="Mangal"/>
      <w:kern w:val="1"/>
      <w:sz w:val="16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123</Words>
  <Characters>716</Characters>
  <Application>Microsoft Office Outlook</Application>
  <DocSecurity>0</DocSecurity>
  <Lines>0</Lines>
  <Paragraphs>0</Paragraphs>
  <ScaleCrop>false</ScaleCrop>
  <Company>Justiitsministeerium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5 </dc:title>
  <dc:subject/>
  <dc:creator>Terje Anderson</dc:creator>
  <cp:keywords/>
  <dc:description/>
  <cp:lastModifiedBy>Eve Pärnaste</cp:lastModifiedBy>
  <cp:revision>4</cp:revision>
  <dcterms:created xsi:type="dcterms:W3CDTF">2024-01-15T00:42:00Z</dcterms:created>
  <dcterms:modified xsi:type="dcterms:W3CDTF">2024-01-15T22:32:00Z</dcterms:modified>
</cp:coreProperties>
</file>